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284"/>
        <w:gridCol w:w="3402"/>
        <w:gridCol w:w="2410"/>
        <w:gridCol w:w="2410"/>
      </w:tblGrid>
      <w:tr w:rsidR="001B4375" w:rsidTr="00AE0540">
        <w:trPr>
          <w:trHeight w:val="1843"/>
        </w:trPr>
        <w:tc>
          <w:tcPr>
            <w:tcW w:w="284" w:type="dxa"/>
          </w:tcPr>
          <w:p w:rsidR="001B4375" w:rsidRDefault="001B4375"/>
        </w:tc>
        <w:tc>
          <w:tcPr>
            <w:tcW w:w="3402" w:type="dxa"/>
          </w:tcPr>
          <w:p w:rsidR="001B4375" w:rsidRDefault="001B4375" w:rsidP="001B4375">
            <w:pPr>
              <w:jc w:val="right"/>
            </w:pPr>
          </w:p>
        </w:tc>
        <w:tc>
          <w:tcPr>
            <w:tcW w:w="2410" w:type="dxa"/>
          </w:tcPr>
          <w:p w:rsidR="001B4375" w:rsidRDefault="001B4375">
            <w:pPr>
              <w:pStyle w:val="a6"/>
            </w:pPr>
          </w:p>
        </w:tc>
        <w:tc>
          <w:tcPr>
            <w:tcW w:w="2410" w:type="dxa"/>
          </w:tcPr>
          <w:p w:rsidR="001B4375" w:rsidRPr="001B4375" w:rsidRDefault="004E4473" w:rsidP="001B4375">
            <w:pPr>
              <w:pStyle w:val="a6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  <w:bookmarkStart w:id="0" w:name="_GoBack"/>
            <w:bookmarkEnd w:id="0"/>
            <w:r w:rsidR="001B4375">
              <w:rPr>
                <w:szCs w:val="28"/>
              </w:rPr>
              <w:t>ПРОЕКТ</w:t>
            </w:r>
          </w:p>
        </w:tc>
      </w:tr>
      <w:tr w:rsidR="001B4375" w:rsidTr="00AE0540">
        <w:trPr>
          <w:cantSplit/>
          <w:trHeight w:val="995"/>
        </w:trPr>
        <w:tc>
          <w:tcPr>
            <w:tcW w:w="284" w:type="dxa"/>
          </w:tcPr>
          <w:p w:rsidR="001B4375" w:rsidRPr="0028250D" w:rsidRDefault="001B4375" w:rsidP="00660768">
            <w:pPr>
              <w:pStyle w:val="af1"/>
              <w:spacing w:before="120"/>
              <w:rPr>
                <w:sz w:val="24"/>
                <w:szCs w:val="24"/>
              </w:rPr>
            </w:pPr>
            <w:bookmarkStart w:id="1" w:name="Дата"/>
            <w:bookmarkEnd w:id="1"/>
          </w:p>
        </w:tc>
        <w:tc>
          <w:tcPr>
            <w:tcW w:w="3402" w:type="dxa"/>
          </w:tcPr>
          <w:p w:rsidR="001B4375" w:rsidRPr="00EB4E5F" w:rsidRDefault="001B4375" w:rsidP="001F42C3">
            <w:pPr>
              <w:spacing w:before="120"/>
              <w:ind w:firstLine="0"/>
              <w:rPr>
                <w:szCs w:val="28"/>
              </w:rPr>
            </w:pPr>
          </w:p>
          <w:p w:rsidR="001B4375" w:rsidRPr="00EB4E5F" w:rsidRDefault="001B4375" w:rsidP="001F42C3">
            <w:pPr>
              <w:spacing w:before="120"/>
              <w:ind w:firstLine="0"/>
              <w:rPr>
                <w:szCs w:val="28"/>
              </w:rPr>
            </w:pPr>
          </w:p>
          <w:p w:rsidR="001B4375" w:rsidRPr="00EB4E5F" w:rsidRDefault="001B4375" w:rsidP="001F42C3">
            <w:pPr>
              <w:spacing w:before="120"/>
              <w:ind w:firstLine="0"/>
              <w:rPr>
                <w:szCs w:val="28"/>
              </w:rPr>
            </w:pPr>
          </w:p>
          <w:p w:rsidR="001B4375" w:rsidRPr="00EB4E5F" w:rsidRDefault="001B4375" w:rsidP="00633196">
            <w:pPr>
              <w:spacing w:before="120"/>
              <w:ind w:left="-108" w:firstLine="0"/>
              <w:rPr>
                <w:szCs w:val="28"/>
              </w:rPr>
            </w:pPr>
            <w:r w:rsidRPr="00EB4E5F">
              <w:rPr>
                <w:szCs w:val="28"/>
              </w:rPr>
              <w:t xml:space="preserve">Об исполнении бюджета Балахнинского </w:t>
            </w:r>
            <w:r>
              <w:rPr>
                <w:szCs w:val="28"/>
              </w:rPr>
              <w:t>м</w:t>
            </w:r>
            <w:r w:rsidRPr="00EB4E5F">
              <w:rPr>
                <w:szCs w:val="28"/>
              </w:rPr>
              <w:t>униципального округа за 2021 год</w:t>
            </w:r>
          </w:p>
        </w:tc>
        <w:tc>
          <w:tcPr>
            <w:tcW w:w="2410" w:type="dxa"/>
          </w:tcPr>
          <w:p w:rsidR="001B4375" w:rsidRPr="00660768" w:rsidRDefault="001B4375" w:rsidP="00660768">
            <w:pPr>
              <w:pStyle w:val="a6"/>
              <w:spacing w:before="120"/>
              <w:ind w:firstLine="1168"/>
              <w:rPr>
                <w:sz w:val="24"/>
                <w:szCs w:val="24"/>
              </w:rPr>
            </w:pPr>
            <w:bookmarkStart w:id="2" w:name="Номер"/>
            <w:bookmarkEnd w:id="2"/>
          </w:p>
        </w:tc>
        <w:tc>
          <w:tcPr>
            <w:tcW w:w="2410" w:type="dxa"/>
          </w:tcPr>
          <w:p w:rsidR="001B4375" w:rsidRPr="00660768" w:rsidRDefault="001B4375" w:rsidP="00660768">
            <w:pPr>
              <w:pStyle w:val="a6"/>
              <w:spacing w:before="120"/>
              <w:ind w:firstLine="1168"/>
              <w:rPr>
                <w:sz w:val="24"/>
                <w:szCs w:val="24"/>
              </w:rPr>
            </w:pPr>
          </w:p>
        </w:tc>
      </w:tr>
      <w:tr w:rsidR="001B4375" w:rsidTr="00AE0540">
        <w:trPr>
          <w:trHeight w:val="298"/>
        </w:trPr>
        <w:tc>
          <w:tcPr>
            <w:tcW w:w="284" w:type="dxa"/>
          </w:tcPr>
          <w:p w:rsidR="001B4375" w:rsidRPr="001F42C3" w:rsidRDefault="001B4375">
            <w:pPr>
              <w:pStyle w:val="a6"/>
              <w:rPr>
                <w:sz w:val="24"/>
                <w:szCs w:val="24"/>
              </w:rPr>
            </w:pPr>
            <w:bookmarkStart w:id="3" w:name="Тема"/>
            <w:bookmarkEnd w:id="3"/>
          </w:p>
        </w:tc>
        <w:tc>
          <w:tcPr>
            <w:tcW w:w="3402" w:type="dxa"/>
          </w:tcPr>
          <w:p w:rsidR="001B4375" w:rsidRDefault="001B4375"/>
        </w:tc>
        <w:tc>
          <w:tcPr>
            <w:tcW w:w="2410" w:type="dxa"/>
          </w:tcPr>
          <w:p w:rsidR="001B4375" w:rsidRDefault="001B4375"/>
        </w:tc>
        <w:tc>
          <w:tcPr>
            <w:tcW w:w="2410" w:type="dxa"/>
          </w:tcPr>
          <w:p w:rsidR="001B4375" w:rsidRDefault="001B4375"/>
        </w:tc>
      </w:tr>
    </w:tbl>
    <w:p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:rsidR="0083797B" w:rsidRPr="001F42C3" w:rsidRDefault="0083797B">
      <w:pPr>
        <w:rPr>
          <w:sz w:val="24"/>
          <w:szCs w:val="24"/>
        </w:rPr>
      </w:pPr>
    </w:p>
    <w:p w:rsidR="00660768" w:rsidRPr="001F42C3" w:rsidRDefault="00660768">
      <w:pPr>
        <w:rPr>
          <w:sz w:val="24"/>
          <w:szCs w:val="24"/>
        </w:rPr>
      </w:pPr>
    </w:p>
    <w:p w:rsidR="0083797B" w:rsidRPr="00660768" w:rsidRDefault="0083797B">
      <w:pPr>
        <w:rPr>
          <w:sz w:val="24"/>
          <w:szCs w:val="24"/>
        </w:rPr>
      </w:pPr>
    </w:p>
    <w:p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:rsidR="001F42C3" w:rsidRPr="00EB4E5F" w:rsidRDefault="001F42C3" w:rsidP="00255F85">
      <w:pPr>
        <w:spacing w:line="276" w:lineRule="auto"/>
        <w:ind w:firstLine="709"/>
        <w:jc w:val="both"/>
        <w:rPr>
          <w:szCs w:val="28"/>
        </w:rPr>
      </w:pPr>
      <w:bookmarkStart w:id="4" w:name="Содержание"/>
      <w:bookmarkEnd w:id="4"/>
      <w:r w:rsidRPr="00EB4E5F">
        <w:rPr>
          <w:szCs w:val="28"/>
        </w:rPr>
        <w:lastRenderedPageBreak/>
        <w:t xml:space="preserve">Рассмотрев представленный администрацией </w:t>
      </w:r>
      <w:r w:rsidR="00EB4E5F" w:rsidRPr="00EB4E5F">
        <w:rPr>
          <w:szCs w:val="28"/>
        </w:rPr>
        <w:t xml:space="preserve">Балахнинского муниципального </w:t>
      </w:r>
      <w:r w:rsidRPr="00EB4E5F">
        <w:rPr>
          <w:szCs w:val="28"/>
        </w:rPr>
        <w:t xml:space="preserve">округа отчет </w:t>
      </w:r>
      <w:r w:rsidR="00434BCA" w:rsidRPr="00EB4E5F">
        <w:rPr>
          <w:szCs w:val="28"/>
        </w:rPr>
        <w:t xml:space="preserve">об исполнении бюджета Балахнинского муниципального </w:t>
      </w:r>
      <w:r w:rsidR="00EB4E5F">
        <w:rPr>
          <w:szCs w:val="28"/>
        </w:rPr>
        <w:t>округа</w:t>
      </w:r>
      <w:r w:rsidR="00434BCA" w:rsidRPr="00EB4E5F">
        <w:rPr>
          <w:szCs w:val="28"/>
        </w:rPr>
        <w:t xml:space="preserve"> за 202</w:t>
      </w:r>
      <w:r w:rsidR="00EB4E5F">
        <w:rPr>
          <w:szCs w:val="28"/>
        </w:rPr>
        <w:t>1</w:t>
      </w:r>
      <w:r w:rsidR="00434BCA" w:rsidRPr="00EB4E5F">
        <w:rPr>
          <w:szCs w:val="28"/>
        </w:rPr>
        <w:t xml:space="preserve"> год</w:t>
      </w:r>
      <w:r w:rsidRPr="00EB4E5F">
        <w:rPr>
          <w:szCs w:val="28"/>
        </w:rPr>
        <w:t xml:space="preserve">, руководствуясь статьями 9, 264.2 Бюджетного кодекса Российской Федерации, </w:t>
      </w:r>
      <w:r w:rsidR="00EB4E5F">
        <w:t>статьей</w:t>
      </w:r>
      <w:r w:rsidR="00EB4E5F" w:rsidRPr="00BA233F">
        <w:t xml:space="preserve"> </w:t>
      </w:r>
      <w:r w:rsidR="00EB4E5F">
        <w:t>4</w:t>
      </w:r>
      <w:r w:rsidR="00EB4E5F" w:rsidRPr="006F2754">
        <w:t>1</w:t>
      </w:r>
      <w:r w:rsidR="00EB4E5F">
        <w:t xml:space="preserve"> </w:t>
      </w:r>
      <w:r w:rsidR="00EB4E5F" w:rsidRPr="00BA233F">
        <w:t xml:space="preserve">Положения о бюджетном процессе в </w:t>
      </w:r>
      <w:r w:rsidR="00EB4E5F">
        <w:t xml:space="preserve">Балахнинском </w:t>
      </w:r>
      <w:r w:rsidR="00EB4E5F" w:rsidRPr="00BA233F">
        <w:t xml:space="preserve">муниципальном </w:t>
      </w:r>
      <w:r w:rsidR="00EB4E5F">
        <w:t>округе</w:t>
      </w:r>
      <w:r w:rsidR="00EB4E5F" w:rsidRPr="00BA233F">
        <w:t xml:space="preserve"> Нижегородской области, утвержденного решением </w:t>
      </w:r>
      <w:r w:rsidR="00EB4E5F">
        <w:t xml:space="preserve">Совета депутатов </w:t>
      </w:r>
      <w:r w:rsidR="00EB4E5F" w:rsidRPr="00BA233F">
        <w:t xml:space="preserve">от </w:t>
      </w:r>
      <w:r w:rsidR="00EB4E5F">
        <w:t>22</w:t>
      </w:r>
      <w:r w:rsidR="00EB4E5F" w:rsidRPr="00BA233F">
        <w:t>.</w:t>
      </w:r>
      <w:r w:rsidR="00EB4E5F">
        <w:t>10</w:t>
      </w:r>
      <w:r w:rsidR="00EB4E5F" w:rsidRPr="00BA233F">
        <w:t>.20</w:t>
      </w:r>
      <w:r w:rsidR="00EB4E5F">
        <w:t>20</w:t>
      </w:r>
      <w:r w:rsidR="00EB4E5F" w:rsidRPr="00BA233F">
        <w:t>г. №</w:t>
      </w:r>
      <w:r w:rsidR="00EB4E5F">
        <w:t>40,</w:t>
      </w:r>
    </w:p>
    <w:p w:rsidR="001F42C3" w:rsidRPr="00EB4E5F" w:rsidRDefault="001F42C3" w:rsidP="00434BCA">
      <w:pPr>
        <w:spacing w:line="360" w:lineRule="auto"/>
        <w:ind w:firstLine="709"/>
        <w:jc w:val="both"/>
        <w:rPr>
          <w:szCs w:val="28"/>
        </w:rPr>
      </w:pPr>
    </w:p>
    <w:p w:rsidR="001F42C3" w:rsidRPr="00EB4E5F" w:rsidRDefault="001F42C3" w:rsidP="00434BCA">
      <w:pPr>
        <w:spacing w:line="360" w:lineRule="auto"/>
        <w:ind w:firstLine="709"/>
        <w:jc w:val="center"/>
        <w:rPr>
          <w:b/>
          <w:szCs w:val="28"/>
        </w:rPr>
      </w:pPr>
      <w:r w:rsidRPr="00EB4E5F">
        <w:rPr>
          <w:b/>
          <w:szCs w:val="28"/>
        </w:rPr>
        <w:t>СОВЕТ ДЕПУТАТОВ РЕШИЛ:</w:t>
      </w:r>
    </w:p>
    <w:p w:rsidR="001F42C3" w:rsidRPr="00EB4E5F" w:rsidRDefault="001F42C3" w:rsidP="00434BCA">
      <w:pPr>
        <w:spacing w:line="360" w:lineRule="auto"/>
        <w:ind w:firstLine="709"/>
        <w:jc w:val="center"/>
        <w:rPr>
          <w:b/>
          <w:szCs w:val="28"/>
        </w:rPr>
      </w:pPr>
    </w:p>
    <w:p w:rsidR="00434BCA" w:rsidRPr="00EB4E5F" w:rsidRDefault="001F42C3" w:rsidP="00255F85">
      <w:pPr>
        <w:spacing w:line="276" w:lineRule="auto"/>
        <w:ind w:firstLine="709"/>
        <w:jc w:val="both"/>
        <w:rPr>
          <w:szCs w:val="28"/>
        </w:rPr>
      </w:pPr>
      <w:r w:rsidRPr="00EB4E5F">
        <w:rPr>
          <w:szCs w:val="28"/>
        </w:rPr>
        <w:t xml:space="preserve"> </w:t>
      </w:r>
      <w:r w:rsidR="00434BCA" w:rsidRPr="00EB4E5F">
        <w:rPr>
          <w:szCs w:val="28"/>
        </w:rPr>
        <w:t xml:space="preserve">Утвердить отчет об исполнении бюджета Балахнинского муниципального </w:t>
      </w:r>
      <w:r w:rsidR="00EB4E5F">
        <w:rPr>
          <w:szCs w:val="28"/>
        </w:rPr>
        <w:t>округа</w:t>
      </w:r>
      <w:r w:rsidR="00434BCA" w:rsidRPr="00EB4E5F">
        <w:rPr>
          <w:szCs w:val="28"/>
        </w:rPr>
        <w:t xml:space="preserve"> за 202</w:t>
      </w:r>
      <w:r w:rsidR="00EB4E5F">
        <w:rPr>
          <w:szCs w:val="28"/>
        </w:rPr>
        <w:t>1</w:t>
      </w:r>
      <w:r w:rsidR="00434BCA" w:rsidRPr="00EB4E5F">
        <w:rPr>
          <w:szCs w:val="28"/>
        </w:rPr>
        <w:t xml:space="preserve"> год по доходам в сумме </w:t>
      </w:r>
      <w:r w:rsidR="005622F7">
        <w:rPr>
          <w:b/>
          <w:szCs w:val="28"/>
        </w:rPr>
        <w:t>2 325 652,4</w:t>
      </w:r>
      <w:r w:rsidR="00434BCA" w:rsidRPr="00EB4E5F">
        <w:rPr>
          <w:szCs w:val="28"/>
        </w:rPr>
        <w:t xml:space="preserve"> тысяч рублей, по расходам в сумме </w:t>
      </w:r>
      <w:r w:rsidR="005622F7">
        <w:rPr>
          <w:b/>
          <w:szCs w:val="28"/>
        </w:rPr>
        <w:t>2 303 219,9</w:t>
      </w:r>
      <w:r w:rsidR="00434BCA" w:rsidRPr="00EB4E5F">
        <w:rPr>
          <w:szCs w:val="28"/>
        </w:rPr>
        <w:t xml:space="preserve"> тысяч рублей, </w:t>
      </w:r>
      <w:r w:rsidR="005950CF" w:rsidRPr="00EB4E5F">
        <w:rPr>
          <w:szCs w:val="28"/>
        </w:rPr>
        <w:t>профицитом</w:t>
      </w:r>
      <w:r w:rsidR="00434BCA" w:rsidRPr="00EB4E5F">
        <w:rPr>
          <w:szCs w:val="28"/>
        </w:rPr>
        <w:t xml:space="preserve"> в сумме </w:t>
      </w:r>
      <w:r w:rsidR="005622F7">
        <w:rPr>
          <w:b/>
          <w:szCs w:val="28"/>
        </w:rPr>
        <w:t>22 432,5</w:t>
      </w:r>
      <w:r w:rsidR="00434BCA" w:rsidRPr="00EB4E5F">
        <w:rPr>
          <w:szCs w:val="28"/>
        </w:rPr>
        <w:t xml:space="preserve"> тысяч рублей и со следующими показателями исполнения:</w:t>
      </w:r>
    </w:p>
    <w:p w:rsidR="00434BCA" w:rsidRPr="00EB4E5F" w:rsidRDefault="00434BCA" w:rsidP="00255F85">
      <w:pPr>
        <w:spacing w:line="276" w:lineRule="auto"/>
        <w:ind w:firstLine="709"/>
        <w:jc w:val="both"/>
        <w:rPr>
          <w:szCs w:val="28"/>
        </w:rPr>
      </w:pPr>
      <w:r w:rsidRPr="00EB4E5F">
        <w:rPr>
          <w:szCs w:val="28"/>
        </w:rPr>
        <w:t xml:space="preserve">доходов бюджета Балахнинского муниципального </w:t>
      </w:r>
      <w:r w:rsidR="005622F7">
        <w:rPr>
          <w:szCs w:val="28"/>
        </w:rPr>
        <w:t>округа</w:t>
      </w:r>
      <w:r w:rsidRPr="00EB4E5F">
        <w:rPr>
          <w:szCs w:val="28"/>
        </w:rPr>
        <w:t xml:space="preserve"> за 202</w:t>
      </w:r>
      <w:r w:rsidR="005622F7">
        <w:rPr>
          <w:szCs w:val="28"/>
        </w:rPr>
        <w:t>1</w:t>
      </w:r>
      <w:r w:rsidRPr="00EB4E5F">
        <w:rPr>
          <w:szCs w:val="28"/>
        </w:rPr>
        <w:t xml:space="preserve"> год по кодам классификации доходов бюджетов согласно приложению 1 к настоящему решению;</w:t>
      </w:r>
    </w:p>
    <w:p w:rsidR="00434BCA" w:rsidRPr="00EB4E5F" w:rsidRDefault="00434BCA" w:rsidP="00255F85">
      <w:pPr>
        <w:spacing w:line="276" w:lineRule="auto"/>
        <w:ind w:firstLine="709"/>
        <w:jc w:val="both"/>
        <w:rPr>
          <w:szCs w:val="28"/>
        </w:rPr>
      </w:pPr>
      <w:r w:rsidRPr="00EB4E5F">
        <w:rPr>
          <w:szCs w:val="28"/>
        </w:rPr>
        <w:t xml:space="preserve">расходов бюджета Балахнинского муниципального </w:t>
      </w:r>
      <w:r w:rsidR="005622F7">
        <w:rPr>
          <w:szCs w:val="28"/>
        </w:rPr>
        <w:t>округа</w:t>
      </w:r>
      <w:r w:rsidRPr="00EB4E5F">
        <w:rPr>
          <w:szCs w:val="28"/>
        </w:rPr>
        <w:t xml:space="preserve"> за 202</w:t>
      </w:r>
      <w:r w:rsidR="005622F7">
        <w:rPr>
          <w:szCs w:val="28"/>
        </w:rPr>
        <w:t>1</w:t>
      </w:r>
      <w:r w:rsidRPr="00EB4E5F">
        <w:rPr>
          <w:szCs w:val="28"/>
        </w:rPr>
        <w:t xml:space="preserve"> год по ведомственной структуре расходов бюджетов согласно приложению 2 к настоящему решению;</w:t>
      </w:r>
    </w:p>
    <w:p w:rsidR="00434BCA" w:rsidRPr="00EB4E5F" w:rsidRDefault="00434BCA" w:rsidP="00255F85">
      <w:pPr>
        <w:spacing w:line="276" w:lineRule="auto"/>
        <w:ind w:firstLine="709"/>
        <w:jc w:val="both"/>
        <w:rPr>
          <w:szCs w:val="28"/>
        </w:rPr>
      </w:pPr>
      <w:r w:rsidRPr="00EB4E5F">
        <w:rPr>
          <w:szCs w:val="28"/>
        </w:rPr>
        <w:t xml:space="preserve">расходов бюджета Балахнинского муниципального </w:t>
      </w:r>
      <w:r w:rsidR="005622F7">
        <w:rPr>
          <w:szCs w:val="28"/>
        </w:rPr>
        <w:t>округа</w:t>
      </w:r>
      <w:r w:rsidRPr="00EB4E5F">
        <w:rPr>
          <w:szCs w:val="28"/>
        </w:rPr>
        <w:t xml:space="preserve"> за 202</w:t>
      </w:r>
      <w:r w:rsidR="005622F7">
        <w:rPr>
          <w:szCs w:val="28"/>
        </w:rPr>
        <w:t>1</w:t>
      </w:r>
      <w:r w:rsidRPr="00EB4E5F">
        <w:rPr>
          <w:szCs w:val="28"/>
        </w:rPr>
        <w:t xml:space="preserve"> год по разделам, подразделам классификации расходов бюджетов согласно приложению 3 к настоящему решению;</w:t>
      </w:r>
    </w:p>
    <w:p w:rsidR="00434BCA" w:rsidRPr="00EB4E5F" w:rsidRDefault="00434BCA" w:rsidP="00255F85">
      <w:pPr>
        <w:spacing w:line="276" w:lineRule="auto"/>
        <w:ind w:firstLine="709"/>
        <w:jc w:val="both"/>
        <w:rPr>
          <w:szCs w:val="28"/>
        </w:rPr>
      </w:pPr>
      <w:r w:rsidRPr="00EB4E5F">
        <w:rPr>
          <w:szCs w:val="28"/>
        </w:rPr>
        <w:lastRenderedPageBreak/>
        <w:t xml:space="preserve">источников финансирования дефицита бюджета Балахнинского муниципального </w:t>
      </w:r>
      <w:r w:rsidR="005622F7">
        <w:rPr>
          <w:szCs w:val="28"/>
        </w:rPr>
        <w:t>округа</w:t>
      </w:r>
      <w:r w:rsidRPr="00EB4E5F">
        <w:rPr>
          <w:szCs w:val="28"/>
        </w:rPr>
        <w:t xml:space="preserve"> за 202</w:t>
      </w:r>
      <w:r w:rsidR="005622F7">
        <w:rPr>
          <w:szCs w:val="28"/>
        </w:rPr>
        <w:t>1</w:t>
      </w:r>
      <w:r w:rsidRPr="00EB4E5F">
        <w:rPr>
          <w:szCs w:val="28"/>
        </w:rPr>
        <w:t xml:space="preserve"> год по кодам классификации источников финансирования дефицитов бюджетов согласно приложению 4 к настоящему решению.</w:t>
      </w:r>
    </w:p>
    <w:p w:rsidR="00434BCA" w:rsidRPr="00EB4E5F" w:rsidRDefault="00434BCA" w:rsidP="00255F85">
      <w:pPr>
        <w:pStyle w:val="ad"/>
        <w:tabs>
          <w:tab w:val="left" w:pos="5812"/>
        </w:tabs>
        <w:spacing w:line="276" w:lineRule="auto"/>
        <w:ind w:left="823" w:firstLine="0"/>
        <w:jc w:val="both"/>
        <w:rPr>
          <w:sz w:val="28"/>
          <w:szCs w:val="28"/>
        </w:rPr>
      </w:pPr>
    </w:p>
    <w:p w:rsidR="0073207E" w:rsidRPr="00EB4E5F" w:rsidRDefault="0073207E" w:rsidP="00434BCA">
      <w:pPr>
        <w:ind w:firstLine="709"/>
        <w:jc w:val="both"/>
        <w:rPr>
          <w:szCs w:val="28"/>
        </w:rPr>
      </w:pPr>
    </w:p>
    <w:p w:rsidR="004A1DDD" w:rsidRPr="00EB4E5F" w:rsidRDefault="004A1DDD" w:rsidP="001F42C3">
      <w:pPr>
        <w:spacing w:line="276" w:lineRule="auto"/>
        <w:ind w:firstLine="0"/>
        <w:jc w:val="both"/>
        <w:rPr>
          <w:szCs w:val="28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9"/>
      </w:tblGrid>
      <w:tr w:rsidR="0073207E" w:rsidRPr="00EB4E5F" w:rsidTr="0073207E">
        <w:tc>
          <w:tcPr>
            <w:tcW w:w="4998" w:type="dxa"/>
          </w:tcPr>
          <w:p w:rsidR="0073207E" w:rsidRPr="00EB4E5F" w:rsidRDefault="0073207E" w:rsidP="00255F85">
            <w:pPr>
              <w:spacing w:line="276" w:lineRule="auto"/>
              <w:ind w:firstLine="0"/>
              <w:jc w:val="center"/>
              <w:rPr>
                <w:szCs w:val="28"/>
              </w:rPr>
            </w:pPr>
            <w:r w:rsidRPr="00EB4E5F">
              <w:rPr>
                <w:szCs w:val="28"/>
              </w:rPr>
              <w:t>Глава местного самоуправления</w:t>
            </w:r>
          </w:p>
          <w:p w:rsidR="0073207E" w:rsidRPr="00EB4E5F" w:rsidRDefault="0073207E" w:rsidP="00255F85">
            <w:pPr>
              <w:spacing w:line="276" w:lineRule="auto"/>
              <w:ind w:firstLine="0"/>
              <w:jc w:val="center"/>
              <w:rPr>
                <w:szCs w:val="28"/>
              </w:rPr>
            </w:pPr>
            <w:r w:rsidRPr="00EB4E5F">
              <w:rPr>
                <w:szCs w:val="28"/>
              </w:rPr>
              <w:t>Балахнинского муниципального округа</w:t>
            </w:r>
          </w:p>
        </w:tc>
        <w:tc>
          <w:tcPr>
            <w:tcW w:w="4999" w:type="dxa"/>
          </w:tcPr>
          <w:p w:rsidR="0073207E" w:rsidRPr="00EB4E5F" w:rsidRDefault="0073207E" w:rsidP="00255F85">
            <w:pPr>
              <w:spacing w:line="276" w:lineRule="auto"/>
              <w:ind w:firstLine="0"/>
              <w:jc w:val="center"/>
              <w:rPr>
                <w:szCs w:val="28"/>
              </w:rPr>
            </w:pPr>
            <w:r w:rsidRPr="00EB4E5F">
              <w:rPr>
                <w:szCs w:val="28"/>
              </w:rPr>
              <w:t xml:space="preserve">Председатель Совета депутатов </w:t>
            </w:r>
            <w:r w:rsidR="00434BCA" w:rsidRPr="00EB4E5F">
              <w:rPr>
                <w:szCs w:val="28"/>
              </w:rPr>
              <w:t xml:space="preserve">  </w:t>
            </w:r>
            <w:r w:rsidRPr="00EB4E5F">
              <w:rPr>
                <w:szCs w:val="28"/>
              </w:rPr>
              <w:t>Балахнинского муниципального округа</w:t>
            </w:r>
          </w:p>
        </w:tc>
      </w:tr>
    </w:tbl>
    <w:p w:rsidR="0073207E" w:rsidRPr="00EB4E5F" w:rsidRDefault="0073207E" w:rsidP="002C4321">
      <w:pPr>
        <w:spacing w:line="360" w:lineRule="auto"/>
        <w:ind w:firstLine="0"/>
        <w:jc w:val="both"/>
        <w:rPr>
          <w:szCs w:val="28"/>
        </w:rPr>
      </w:pPr>
    </w:p>
    <w:p w:rsidR="00855C9A" w:rsidRPr="00EB4E5F" w:rsidRDefault="00EB4E5F" w:rsidP="002C4321">
      <w:pPr>
        <w:spacing w:line="360" w:lineRule="auto"/>
        <w:ind w:firstLine="0"/>
        <w:jc w:val="center"/>
        <w:rPr>
          <w:szCs w:val="28"/>
        </w:rPr>
      </w:pPr>
      <w:r>
        <w:rPr>
          <w:szCs w:val="28"/>
        </w:rPr>
        <w:t xml:space="preserve">           </w:t>
      </w:r>
      <w:r w:rsidR="0073207E" w:rsidRPr="00EB4E5F">
        <w:rPr>
          <w:szCs w:val="28"/>
        </w:rPr>
        <w:t xml:space="preserve">               </w:t>
      </w:r>
      <w:r w:rsidR="00434BCA" w:rsidRPr="00EB4E5F">
        <w:rPr>
          <w:szCs w:val="28"/>
        </w:rPr>
        <w:t xml:space="preserve">       </w:t>
      </w:r>
      <w:r w:rsidR="0025562C" w:rsidRPr="00EB4E5F">
        <w:rPr>
          <w:szCs w:val="28"/>
        </w:rPr>
        <w:t xml:space="preserve"> </w:t>
      </w:r>
      <w:r w:rsidR="0073207E" w:rsidRPr="00EB4E5F">
        <w:rPr>
          <w:szCs w:val="28"/>
        </w:rPr>
        <w:t xml:space="preserve"> А.Н.Галкин                                 </w:t>
      </w:r>
      <w:r w:rsidR="0025562C" w:rsidRPr="00EB4E5F">
        <w:rPr>
          <w:szCs w:val="28"/>
        </w:rPr>
        <w:t xml:space="preserve">                         </w:t>
      </w:r>
      <w:r w:rsidR="00633196" w:rsidRPr="00EB4E5F">
        <w:rPr>
          <w:szCs w:val="28"/>
        </w:rPr>
        <w:t xml:space="preserve">  </w:t>
      </w:r>
      <w:r w:rsidR="0025562C" w:rsidRPr="00EB4E5F">
        <w:rPr>
          <w:szCs w:val="28"/>
        </w:rPr>
        <w:t xml:space="preserve"> </w:t>
      </w:r>
      <w:r w:rsidR="001F42C3" w:rsidRPr="00EB4E5F">
        <w:rPr>
          <w:szCs w:val="28"/>
        </w:rPr>
        <w:t>А.Н.</w:t>
      </w:r>
      <w:r w:rsidR="0073207E" w:rsidRPr="00EB4E5F">
        <w:rPr>
          <w:szCs w:val="28"/>
        </w:rPr>
        <w:t>Сидорин</w:t>
      </w:r>
    </w:p>
    <w:sectPr w:rsidR="00855C9A" w:rsidRPr="00EB4E5F" w:rsidSect="00312FF6">
      <w:type w:val="continuous"/>
      <w:pgSz w:w="11907" w:h="16840" w:code="9"/>
      <w:pgMar w:top="-1985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196" w:rsidRDefault="00633196">
      <w:r>
        <w:separator/>
      </w:r>
    </w:p>
  </w:endnote>
  <w:endnote w:type="continuationSeparator" w:id="0">
    <w:p w:rsidR="00633196" w:rsidRDefault="00633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196" w:rsidRDefault="00633196">
      <w:r>
        <w:separator/>
      </w:r>
    </w:p>
  </w:footnote>
  <w:footnote w:type="continuationSeparator" w:id="0">
    <w:p w:rsidR="00633196" w:rsidRDefault="00633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196" w:rsidRDefault="00424D65">
    <w:pPr>
      <w:pStyle w:val="a3"/>
      <w:jc w:val="center"/>
    </w:pPr>
    <w:r>
      <w:rPr>
        <w:rStyle w:val="ab"/>
      </w:rPr>
      <w:fldChar w:fldCharType="begin"/>
    </w:r>
    <w:r w:rsidR="00633196">
      <w:rPr>
        <w:rStyle w:val="ab"/>
      </w:rPr>
      <w:instrText xml:space="preserve"> PAGE </w:instrText>
    </w:r>
    <w:r>
      <w:rPr>
        <w:rStyle w:val="ab"/>
      </w:rPr>
      <w:fldChar w:fldCharType="separate"/>
    </w:r>
    <w:r w:rsidR="004E4473">
      <w:rPr>
        <w:rStyle w:val="ab"/>
        <w:noProof/>
      </w:rPr>
      <w:t>2</w:t>
    </w:r>
    <w:r>
      <w:rPr>
        <w:rStyle w:val="ab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196" w:rsidRDefault="00633196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>
          <wp:extent cx="506730" cy="735330"/>
          <wp:effectExtent l="19050" t="0" r="7620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730" cy="7353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33196" w:rsidRPr="00660768" w:rsidRDefault="00633196">
    <w:pPr>
      <w:pStyle w:val="ac"/>
      <w:rPr>
        <w:noProof w:val="0"/>
        <w:sz w:val="6"/>
        <w:szCs w:val="6"/>
        <w:lang w:val="en-US"/>
      </w:rPr>
    </w:pPr>
  </w:p>
  <w:p w:rsidR="00633196" w:rsidRDefault="00633196">
    <w:pPr>
      <w:pStyle w:val="ac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:rsidR="00633196" w:rsidRDefault="00633196">
    <w:pPr>
      <w:pStyle w:val="ac"/>
      <w:rPr>
        <w:noProof w:val="0"/>
      </w:rPr>
    </w:pPr>
    <w:r>
      <w:rPr>
        <w:noProof w:val="0"/>
      </w:rPr>
      <w:t>Нижегородской области</w:t>
    </w:r>
  </w:p>
  <w:p w:rsidR="00633196" w:rsidRPr="001F42C3" w:rsidRDefault="00633196" w:rsidP="00660768">
    <w:pPr>
      <w:jc w:val="center"/>
      <w:rPr>
        <w:b/>
        <w:sz w:val="24"/>
        <w:szCs w:val="24"/>
      </w:rPr>
    </w:pPr>
  </w:p>
  <w:p w:rsidR="00633196" w:rsidRPr="00E71831" w:rsidRDefault="00633196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:rsidR="00633196" w:rsidRPr="00660768" w:rsidRDefault="00633196">
    <w:pPr>
      <w:pStyle w:val="ac"/>
      <w:rPr>
        <w:szCs w:val="28"/>
        <w:lang w:val="en-US"/>
      </w:rPr>
    </w:pPr>
  </w:p>
  <w:p w:rsidR="00633196" w:rsidRDefault="00633196">
    <w:pPr>
      <w:pStyle w:val="ac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:rsidR="00633196" w:rsidRPr="00660768" w:rsidRDefault="00633196" w:rsidP="00660768">
    <w:pPr>
      <w:pStyle w:val="ac"/>
      <w:jc w:val="left"/>
      <w:rPr>
        <w:b w:val="0"/>
        <w:sz w:val="24"/>
        <w:lang w:val="en-US"/>
      </w:rPr>
    </w:pPr>
  </w:p>
  <w:p w:rsidR="00633196" w:rsidRPr="00660768" w:rsidRDefault="00633196" w:rsidP="00660768">
    <w:pPr>
      <w:rPr>
        <w:sz w:val="24"/>
        <w:szCs w:val="24"/>
      </w:rPr>
    </w:pPr>
  </w:p>
  <w:p w:rsidR="00633196" w:rsidRPr="00660768" w:rsidRDefault="00633196">
    <w:pPr>
      <w:rPr>
        <w:sz w:val="24"/>
        <w:szCs w:val="24"/>
      </w:rPr>
    </w:pPr>
  </w:p>
  <w:p w:rsidR="00633196" w:rsidRPr="00660768" w:rsidRDefault="00633196">
    <w:pPr>
      <w:rPr>
        <w:sz w:val="24"/>
        <w:szCs w:val="24"/>
      </w:rPr>
    </w:pPr>
  </w:p>
  <w:p w:rsidR="00633196" w:rsidRPr="00660768" w:rsidRDefault="00633196">
    <w:pPr>
      <w:rPr>
        <w:sz w:val="24"/>
        <w:szCs w:val="24"/>
      </w:rPr>
    </w:pPr>
  </w:p>
  <w:p w:rsidR="00633196" w:rsidRPr="00660768" w:rsidRDefault="00633196">
    <w:pPr>
      <w:pStyle w:val="a3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intFractionalCharacterWidth/>
  <w:embedSystemFonts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B5vcXPiyWGdIdZkJNaI1yvEljZg=" w:salt="Q3hA9obNIyfKvEHaFhzwoQ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3879"/>
    <w:rsid w:val="00060FA1"/>
    <w:rsid w:val="00064DB1"/>
    <w:rsid w:val="000A6DAC"/>
    <w:rsid w:val="0012058C"/>
    <w:rsid w:val="001241F3"/>
    <w:rsid w:val="001633AD"/>
    <w:rsid w:val="00163C1F"/>
    <w:rsid w:val="00176BCF"/>
    <w:rsid w:val="00193642"/>
    <w:rsid w:val="001B4375"/>
    <w:rsid w:val="001B7F23"/>
    <w:rsid w:val="001F42C3"/>
    <w:rsid w:val="002014DC"/>
    <w:rsid w:val="0025562C"/>
    <w:rsid w:val="00255F85"/>
    <w:rsid w:val="0026324C"/>
    <w:rsid w:val="0028250D"/>
    <w:rsid w:val="00285B3F"/>
    <w:rsid w:val="002A65D0"/>
    <w:rsid w:val="002C4321"/>
    <w:rsid w:val="002C5FBA"/>
    <w:rsid w:val="00312FF6"/>
    <w:rsid w:val="00360BB2"/>
    <w:rsid w:val="00410125"/>
    <w:rsid w:val="00424D65"/>
    <w:rsid w:val="00434BCA"/>
    <w:rsid w:val="00440E11"/>
    <w:rsid w:val="004A1DDD"/>
    <w:rsid w:val="004E4473"/>
    <w:rsid w:val="0054131A"/>
    <w:rsid w:val="00542BE2"/>
    <w:rsid w:val="005622F7"/>
    <w:rsid w:val="005950CF"/>
    <w:rsid w:val="005C7E7B"/>
    <w:rsid w:val="00605C4B"/>
    <w:rsid w:val="00623988"/>
    <w:rsid w:val="00633196"/>
    <w:rsid w:val="00643879"/>
    <w:rsid w:val="00652C96"/>
    <w:rsid w:val="00660768"/>
    <w:rsid w:val="006A49F2"/>
    <w:rsid w:val="006B217A"/>
    <w:rsid w:val="006C6F5B"/>
    <w:rsid w:val="0073207E"/>
    <w:rsid w:val="007D5955"/>
    <w:rsid w:val="00814F4D"/>
    <w:rsid w:val="00833F4B"/>
    <w:rsid w:val="0083797B"/>
    <w:rsid w:val="00855B59"/>
    <w:rsid w:val="00855C9A"/>
    <w:rsid w:val="00887341"/>
    <w:rsid w:val="00921FAA"/>
    <w:rsid w:val="00942226"/>
    <w:rsid w:val="00964E51"/>
    <w:rsid w:val="00972817"/>
    <w:rsid w:val="00977DF8"/>
    <w:rsid w:val="009C5506"/>
    <w:rsid w:val="009E2422"/>
    <w:rsid w:val="009F4F93"/>
    <w:rsid w:val="00B070F4"/>
    <w:rsid w:val="00B1543B"/>
    <w:rsid w:val="00B54A61"/>
    <w:rsid w:val="00C073C1"/>
    <w:rsid w:val="00C153FD"/>
    <w:rsid w:val="00C7272F"/>
    <w:rsid w:val="00CB7846"/>
    <w:rsid w:val="00CC2178"/>
    <w:rsid w:val="00D50407"/>
    <w:rsid w:val="00DC2930"/>
    <w:rsid w:val="00E1215C"/>
    <w:rsid w:val="00E36C3C"/>
    <w:rsid w:val="00E71831"/>
    <w:rsid w:val="00EB4E5F"/>
    <w:rsid w:val="00EC5ABD"/>
    <w:rsid w:val="00F54EFD"/>
    <w:rsid w:val="00FA2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113EDBA3"/>
  <w15:docId w15:val="{D575963B-1E7D-4720-873C-03DBF2257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879"/>
    <w:pPr>
      <w:ind w:firstLine="567"/>
    </w:pPr>
    <w:rPr>
      <w:sz w:val="28"/>
    </w:rPr>
  </w:style>
  <w:style w:type="paragraph" w:styleId="1">
    <w:name w:val="heading 1"/>
    <w:basedOn w:val="a"/>
    <w:next w:val="a"/>
    <w:qFormat/>
    <w:rsid w:val="00643879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"/>
    <w:next w:val="a"/>
    <w:qFormat/>
    <w:rsid w:val="00643879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"/>
    <w:next w:val="a"/>
    <w:qFormat/>
    <w:rsid w:val="00643879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"/>
    <w:next w:val="a"/>
    <w:qFormat/>
    <w:rsid w:val="00643879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"/>
    <w:next w:val="a"/>
    <w:qFormat/>
    <w:rsid w:val="00643879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rsid w:val="00643879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643879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"/>
    <w:next w:val="a"/>
    <w:qFormat/>
    <w:rsid w:val="00643879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"/>
    <w:next w:val="a"/>
    <w:qFormat/>
    <w:rsid w:val="00643879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43879"/>
    <w:pPr>
      <w:tabs>
        <w:tab w:val="center" w:pos="4819"/>
        <w:tab w:val="right" w:pos="9071"/>
      </w:tabs>
    </w:pPr>
  </w:style>
  <w:style w:type="paragraph" w:styleId="a4">
    <w:name w:val="footer"/>
    <w:basedOn w:val="a"/>
    <w:rsid w:val="00643879"/>
    <w:pPr>
      <w:tabs>
        <w:tab w:val="center" w:pos="4536"/>
        <w:tab w:val="right" w:pos="9072"/>
      </w:tabs>
    </w:pPr>
  </w:style>
  <w:style w:type="character" w:styleId="a5">
    <w:name w:val="annotation reference"/>
    <w:semiHidden/>
    <w:rsid w:val="00643879"/>
    <w:rPr>
      <w:sz w:val="16"/>
    </w:rPr>
  </w:style>
  <w:style w:type="paragraph" w:customStyle="1" w:styleId="a6">
    <w:name w:val="ПолеТема"/>
    <w:rsid w:val="00643879"/>
    <w:rPr>
      <w:sz w:val="28"/>
    </w:rPr>
  </w:style>
  <w:style w:type="paragraph" w:customStyle="1" w:styleId="a7">
    <w:name w:val="ПолеКому"/>
    <w:rsid w:val="00643879"/>
    <w:rPr>
      <w:noProof/>
      <w:sz w:val="24"/>
    </w:rPr>
  </w:style>
  <w:style w:type="paragraph" w:customStyle="1" w:styleId="a8">
    <w:name w:val="ТекстПисьма"/>
    <w:basedOn w:val="a"/>
    <w:rsid w:val="00643879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9">
    <w:name w:val="ПолеПодпись"/>
    <w:basedOn w:val="a"/>
    <w:rsid w:val="00643879"/>
    <w:pPr>
      <w:tabs>
        <w:tab w:val="right" w:pos="9072"/>
      </w:tabs>
      <w:jc w:val="both"/>
    </w:pPr>
    <w:rPr>
      <w:sz w:val="24"/>
    </w:rPr>
  </w:style>
  <w:style w:type="paragraph" w:styleId="aa">
    <w:name w:val="annotation text"/>
    <w:basedOn w:val="a"/>
    <w:semiHidden/>
    <w:rsid w:val="00643879"/>
  </w:style>
  <w:style w:type="paragraph" w:customStyle="1" w:styleId="10">
    <w:name w:val="Подпись1"/>
    <w:basedOn w:val="a"/>
    <w:rsid w:val="00643879"/>
    <w:pPr>
      <w:tabs>
        <w:tab w:val="right" w:pos="9072"/>
      </w:tabs>
    </w:pPr>
  </w:style>
  <w:style w:type="character" w:styleId="ab">
    <w:name w:val="page number"/>
    <w:rsid w:val="00643879"/>
    <w:rPr>
      <w:rFonts w:ascii="Times New Roman" w:hAnsi="Times New Roman"/>
      <w:sz w:val="18"/>
    </w:rPr>
  </w:style>
  <w:style w:type="paragraph" w:customStyle="1" w:styleId="ac">
    <w:name w:val="ШапкаПисьма"/>
    <w:rsid w:val="00643879"/>
    <w:pPr>
      <w:jc w:val="center"/>
    </w:pPr>
    <w:rPr>
      <w:b/>
      <w:noProof/>
      <w:sz w:val="28"/>
    </w:rPr>
  </w:style>
  <w:style w:type="paragraph" w:styleId="ad">
    <w:name w:val="List Bullet"/>
    <w:basedOn w:val="a"/>
    <w:rsid w:val="00643879"/>
    <w:pPr>
      <w:ind w:left="283" w:hanging="283"/>
    </w:pPr>
    <w:rPr>
      <w:sz w:val="20"/>
    </w:rPr>
  </w:style>
  <w:style w:type="paragraph" w:styleId="30">
    <w:name w:val="List Bullet 3"/>
    <w:basedOn w:val="a"/>
    <w:rsid w:val="00643879"/>
    <w:pPr>
      <w:ind w:left="1080" w:hanging="360"/>
    </w:pPr>
    <w:rPr>
      <w:sz w:val="20"/>
    </w:rPr>
  </w:style>
  <w:style w:type="paragraph" w:styleId="ae">
    <w:name w:val="List Number"/>
    <w:basedOn w:val="a"/>
    <w:rsid w:val="00643879"/>
    <w:pPr>
      <w:ind w:left="360" w:hanging="360"/>
    </w:pPr>
    <w:rPr>
      <w:sz w:val="20"/>
    </w:rPr>
  </w:style>
  <w:style w:type="paragraph" w:styleId="20">
    <w:name w:val="List Number 2"/>
    <w:basedOn w:val="a"/>
    <w:rsid w:val="00643879"/>
    <w:pPr>
      <w:ind w:left="720" w:hanging="360"/>
    </w:pPr>
    <w:rPr>
      <w:sz w:val="20"/>
    </w:rPr>
  </w:style>
  <w:style w:type="paragraph" w:styleId="31">
    <w:name w:val="List Number 3"/>
    <w:basedOn w:val="a"/>
    <w:rsid w:val="00643879"/>
    <w:pPr>
      <w:ind w:left="849" w:hanging="283"/>
    </w:pPr>
    <w:rPr>
      <w:sz w:val="20"/>
    </w:rPr>
  </w:style>
  <w:style w:type="paragraph" w:styleId="af">
    <w:name w:val="List"/>
    <w:basedOn w:val="a"/>
    <w:rsid w:val="00643879"/>
    <w:pPr>
      <w:tabs>
        <w:tab w:val="left" w:pos="1134"/>
      </w:tabs>
      <w:ind w:left="1134" w:hanging="1134"/>
    </w:pPr>
    <w:rPr>
      <w:sz w:val="20"/>
    </w:rPr>
  </w:style>
  <w:style w:type="paragraph" w:customStyle="1" w:styleId="af0">
    <w:name w:val="Сод_обычный"/>
    <w:basedOn w:val="a"/>
    <w:rsid w:val="00285B3F"/>
    <w:pPr>
      <w:ind w:firstLine="680"/>
      <w:jc w:val="both"/>
    </w:pPr>
    <w:rPr>
      <w:sz w:val="24"/>
    </w:rPr>
  </w:style>
  <w:style w:type="paragraph" w:customStyle="1" w:styleId="af1">
    <w:name w:val="ПолеНомер"/>
    <w:basedOn w:val="a"/>
    <w:rsid w:val="00643879"/>
    <w:pPr>
      <w:ind w:firstLine="0"/>
    </w:pPr>
  </w:style>
  <w:style w:type="paragraph" w:customStyle="1" w:styleId="af2">
    <w:name w:val="ПолеДата"/>
    <w:basedOn w:val="af1"/>
    <w:rsid w:val="00643879"/>
    <w:pPr>
      <w:jc w:val="right"/>
    </w:pPr>
  </w:style>
  <w:style w:type="paragraph" w:styleId="af3">
    <w:name w:val="Body Text Indent"/>
    <w:basedOn w:val="a"/>
    <w:rsid w:val="00643879"/>
    <w:pPr>
      <w:spacing w:after="120"/>
      <w:ind w:left="283"/>
    </w:pPr>
  </w:style>
  <w:style w:type="paragraph" w:styleId="21">
    <w:name w:val="Body Text 2"/>
    <w:basedOn w:val="a"/>
    <w:rsid w:val="00643879"/>
    <w:pPr>
      <w:spacing w:after="120" w:line="480" w:lineRule="auto"/>
    </w:pPr>
  </w:style>
  <w:style w:type="paragraph" w:styleId="af4">
    <w:name w:val="Balloon Text"/>
    <w:basedOn w:val="a"/>
    <w:link w:val="af5"/>
    <w:rsid w:val="001F42C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1F42C3"/>
    <w:rPr>
      <w:rFonts w:ascii="Tahoma" w:hAnsi="Tahoma" w:cs="Tahoma"/>
      <w:sz w:val="16"/>
      <w:szCs w:val="16"/>
    </w:rPr>
  </w:style>
  <w:style w:type="table" w:styleId="af6">
    <w:name w:val="Table Grid"/>
    <w:basedOn w:val="a1"/>
    <w:rsid w:val="007320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3.4\templdoc$\Templates\&#1056;&#1077;&#1096;&#1077;&#1085;&#1080;&#1077;%20&#1057;&#1086;&#1074;&#1077;&#1090;&#1072;%20&#1076;&#1077;&#1087;&#1091;&#1090;&#1072;&#1090;&#1086;&#107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A2B7E-A316-4BD2-AF16-7AD188073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Совета депутатов</Template>
  <TotalTime>40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Марина Голубева</cp:lastModifiedBy>
  <cp:revision>15</cp:revision>
  <cp:lastPrinted>2022-04-27T09:50:00Z</cp:lastPrinted>
  <dcterms:created xsi:type="dcterms:W3CDTF">2021-04-29T11:48:00Z</dcterms:created>
  <dcterms:modified xsi:type="dcterms:W3CDTF">2022-05-04T07:35:00Z</dcterms:modified>
</cp:coreProperties>
</file>